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83C0308" w:rsidR="00F422D3" w:rsidRPr="005B2B69" w:rsidRDefault="00F422D3" w:rsidP="005B2B69">
      <w:pPr>
        <w:rPr>
          <w:rFonts w:asciiTheme="majorHAnsi" w:hAnsiTheme="majorHAnsi"/>
          <w:b/>
          <w:sz w:val="28"/>
          <w:szCs w:val="32"/>
        </w:rPr>
      </w:pPr>
      <w:r>
        <w:t>Název zakázky: „</w:t>
      </w:r>
      <w:r w:rsidR="005B2B69" w:rsidRPr="005B2B69">
        <w:rPr>
          <w:rFonts w:asciiTheme="majorHAnsi" w:hAnsiTheme="majorHAnsi"/>
          <w:b/>
          <w:sz w:val="28"/>
          <w:szCs w:val="32"/>
        </w:rPr>
        <w:t>Oprava TV v úseku Malšice včetně – Bechyně včetně“</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E654-S-…./202</w:t>
      </w:r>
      <w:r w:rsidR="003B054D">
        <w:t>2</w:t>
      </w:r>
    </w:p>
    <w:p w14:paraId="030F6A35" w14:textId="4FA32A9E" w:rsidR="00FB598F" w:rsidRDefault="00FB598F" w:rsidP="00FB598F">
      <w:pPr>
        <w:pStyle w:val="Textbezodsazen"/>
        <w:spacing w:after="0"/>
      </w:pPr>
      <w:r>
        <w:t xml:space="preserve">evidenční číslo v RVZ: </w:t>
      </w:r>
      <w:r w:rsidR="00527E9E" w:rsidRPr="005B2B69">
        <w:t>6542</w:t>
      </w:r>
      <w:r w:rsidR="003B054D" w:rsidRPr="005B2B69">
        <w:t>2</w:t>
      </w:r>
      <w:r w:rsidR="005B2B69" w:rsidRPr="005B2B69">
        <w:t>011</w:t>
      </w:r>
    </w:p>
    <w:p w14:paraId="016A22D6" w14:textId="5E34FC3D" w:rsidR="00FB598F" w:rsidRDefault="00FB598F" w:rsidP="00FB598F">
      <w:pPr>
        <w:pStyle w:val="Textbezodsazen"/>
        <w:spacing w:after="0"/>
      </w:pPr>
      <w:r>
        <w:t xml:space="preserve">číslo jednací: </w:t>
      </w:r>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272982A2" w:rsidR="00F24489" w:rsidRPr="005B2B69" w:rsidRDefault="00F24489" w:rsidP="005B2B69">
      <w:pPr>
        <w:pStyle w:val="Text1-1"/>
        <w:rPr>
          <w:b/>
        </w:rPr>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B2B69" w:rsidRPr="005B2B69">
        <w:rPr>
          <w:b/>
          <w:bCs/>
        </w:rPr>
        <w:t>65422011</w:t>
      </w:r>
      <w:r w:rsidR="005B2B69">
        <w:t xml:space="preserve"> </w:t>
      </w:r>
      <w:r w:rsidRPr="00F97DBD">
        <w:t xml:space="preserve">svůj úmysl zadat </w:t>
      </w:r>
      <w:r>
        <w:t xml:space="preserve">ve výběrovém řízení </w:t>
      </w:r>
      <w:r w:rsidRPr="00F97DBD">
        <w:t xml:space="preserve">veřejnou zakázku s názvem </w:t>
      </w:r>
      <w:r w:rsidR="005B2B69" w:rsidRPr="005B2B69">
        <w:rPr>
          <w:b/>
        </w:rPr>
        <w:t>Oprava TV v úseku Malšice včetně – Bechyně včetně“</w:t>
      </w:r>
      <w:r w:rsidRPr="00F97DBD">
        <w:t xml:space="preserve"> (dále jen „</w:t>
      </w:r>
      <w:r w:rsidRPr="005B2B69">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lastRenderedPageBreak/>
        <w:t>Zahájení stavebních prací: dnem předání Staveniště dle odst. 4.1.1 Přílohy č.2 b) Smlouvy.</w:t>
      </w:r>
    </w:p>
    <w:p w14:paraId="0998BA9A" w14:textId="4522BA79" w:rsidR="00FB598F" w:rsidRPr="00F24489" w:rsidRDefault="00856B99" w:rsidP="00F24489">
      <w:pPr>
        <w:pStyle w:val="Textbezslovn"/>
        <w:rPr>
          <w:b/>
        </w:rPr>
      </w:pPr>
      <w:r w:rsidRPr="005B2B69">
        <w:rPr>
          <w:b/>
        </w:rPr>
        <w:t>Termín</w:t>
      </w:r>
      <w:r w:rsidR="00FB598F" w:rsidRPr="005B2B69">
        <w:rPr>
          <w:b/>
        </w:rPr>
        <w:t xml:space="preserve"> dokončení díla je: </w:t>
      </w:r>
      <w:r w:rsidR="005B2B69" w:rsidRPr="005B2B69">
        <w:rPr>
          <w:b/>
        </w:rPr>
        <w:t>31</w:t>
      </w:r>
      <w:r w:rsidR="00FB598F" w:rsidRPr="005B2B69">
        <w:rPr>
          <w:b/>
        </w:rPr>
        <w:t>.</w:t>
      </w:r>
      <w:r w:rsidR="005B2B69" w:rsidRPr="005B2B69">
        <w:rPr>
          <w:b/>
        </w:rPr>
        <w:t xml:space="preserve"> 10</w:t>
      </w:r>
      <w:r w:rsidR="00FB598F" w:rsidRPr="005B2B69">
        <w:rPr>
          <w:b/>
        </w:rPr>
        <w:t>.</w:t>
      </w:r>
      <w:r w:rsidR="005B2B69" w:rsidRPr="005B2B69">
        <w:rPr>
          <w:b/>
        </w:rPr>
        <w:t xml:space="preserve"> 2022</w:t>
      </w:r>
    </w:p>
    <w:p w14:paraId="433B5167" w14:textId="20925B6F" w:rsidR="00F24489" w:rsidRPr="005B2B69" w:rsidRDefault="00F24489" w:rsidP="00F24489">
      <w:pPr>
        <w:pStyle w:val="Textbezslovn"/>
      </w:pP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w:t>
      </w:r>
      <w:r w:rsidRPr="005B2B69">
        <w:t xml:space="preserve">Zápis o předání a převzetí Díla). </w:t>
      </w:r>
    </w:p>
    <w:p w14:paraId="2308BF64" w14:textId="4203C91C" w:rsidR="00F24489" w:rsidRPr="005B2B69" w:rsidRDefault="005B2B69" w:rsidP="005B2B69">
      <w:pPr>
        <w:pStyle w:val="Textbezslovn"/>
      </w:pPr>
      <w:r w:rsidRPr="005B2B69">
        <w:t>P</w:t>
      </w:r>
      <w:r w:rsidR="00F24489" w:rsidRPr="005B2B69">
        <w:t>ředání osvědčení o bezpečnosti zpracovaného</w:t>
      </w:r>
      <w:r w:rsidR="00F24489" w:rsidRPr="005B2B69">
        <w:rPr>
          <w:color w:val="FF0000"/>
        </w:rPr>
        <w:t xml:space="preserve"> </w:t>
      </w:r>
      <w:r w:rsidR="00F24489" w:rsidRPr="005B2B69">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5B2B69">
        <w:rPr>
          <w:b/>
        </w:rPr>
        <w:t>6 měsíců</w:t>
      </w:r>
      <w:r w:rsidR="00F24489" w:rsidRPr="005B2B69">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4EBC75F6" w:rsidR="00F24489" w:rsidRDefault="00F24489" w:rsidP="00C56944">
      <w:pPr>
        <w:pStyle w:val="Text1-1"/>
      </w:pPr>
      <w:r w:rsidRPr="00F97DBD">
        <w:t xml:space="preserve">Místo plnění je dáno místem, v němž má být Dílo dle </w:t>
      </w:r>
      <w:r>
        <w:t xml:space="preserve">Přílohy č. </w:t>
      </w:r>
      <w:r w:rsidR="00C56944">
        <w:t>3</w:t>
      </w:r>
      <w:r>
        <w:t xml:space="preserve"> </w:t>
      </w:r>
      <w:r w:rsidR="00C56944">
        <w:t>a</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C56944">
        <w:t>Smluvní strany se dohodly, že dokumentaci skutečného provedení Zhotovitel nevyhotovuje a nepředává Objednateli. Ustanovení Obchodních podmínek týkající se dokumentace skutečného provedení se nepoužijí.</w:t>
      </w:r>
    </w:p>
    <w:p w14:paraId="2F86487A" w14:textId="77777777" w:rsidR="00F24489" w:rsidRPr="00C56944" w:rsidRDefault="00F24489" w:rsidP="00F24489">
      <w:pPr>
        <w:pStyle w:val="Text1-1"/>
      </w:pPr>
      <w:r w:rsidRPr="00C56944">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7E5B250C" w:rsidR="00214C3E" w:rsidRPr="002032B6" w:rsidRDefault="00214C3E" w:rsidP="00C56944">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C56944" w:rsidRDefault="00A90618" w:rsidP="00A90618">
      <w:pPr>
        <w:pStyle w:val="Text1-1"/>
      </w:pPr>
      <w:r w:rsidRPr="00C56944">
        <w:t xml:space="preserve">Objednatel si vyhrazuje změnu zhotovitele v průběhu plnění veřejné zakázky, dojde-li k předčasnému ukončení této Smlouvy ze strany Zhotovitele nebo k předčasnému ukončení Smlouvy ze strany Objednatele z důvodu porušení </w:t>
      </w:r>
      <w:r w:rsidRPr="00C56944">
        <w:lastRenderedPageBreak/>
        <w:t>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lastRenderedPageBreak/>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BA1669" w:rsidRDefault="00F2215F" w:rsidP="00F2215F">
      <w:pPr>
        <w:spacing w:after="200" w:line="276" w:lineRule="auto"/>
        <w:ind w:firstLine="709"/>
        <w:jc w:val="both"/>
        <w:rPr>
          <w:rFonts w:ascii="Verdana" w:hAnsi="Verdana" w:cstheme="minorHAnsi"/>
        </w:rPr>
      </w:pPr>
      <w:r w:rsidRPr="00BA1669">
        <w:rPr>
          <w:rFonts w:ascii="Verdana" w:hAnsi="Verdana" w:cstheme="minorHAnsi"/>
        </w:rPr>
        <w:t>Daňové doklady, vč. všech příloh, budou zasílány následovně:</w:t>
      </w:r>
    </w:p>
    <w:p w14:paraId="41D4C5B7" w14:textId="77777777" w:rsidR="00F2215F" w:rsidRPr="00BA1669" w:rsidRDefault="00F2215F" w:rsidP="00F2215F">
      <w:pPr>
        <w:pStyle w:val="Odstavecseseznamem"/>
        <w:numPr>
          <w:ilvl w:val="0"/>
          <w:numId w:val="41"/>
        </w:numPr>
        <w:spacing w:after="200" w:line="276" w:lineRule="auto"/>
        <w:contextualSpacing w:val="0"/>
        <w:jc w:val="both"/>
        <w:rPr>
          <w:rFonts w:ascii="Verdana" w:hAnsi="Verdana" w:cstheme="minorHAnsi"/>
        </w:rPr>
      </w:pPr>
      <w:r w:rsidRPr="00BA1669">
        <w:rPr>
          <w:rFonts w:ascii="Verdana" w:hAnsi="Verdana" w:cstheme="minorHAnsi"/>
        </w:rPr>
        <w:t xml:space="preserve">v digitální podobě na e-mailovou adresu </w:t>
      </w:r>
      <w:hyperlink r:id="rId14" w:history="1">
        <w:r w:rsidRPr="00BA1669">
          <w:rPr>
            <w:rStyle w:val="Hypertextovodkaz"/>
            <w:rFonts w:ascii="Verdana" w:hAnsi="Verdana" w:cstheme="minorHAnsi"/>
          </w:rPr>
          <w:t>ePodatelnaCFU@spravazeleznic.cz</w:t>
        </w:r>
      </w:hyperlink>
      <w:r w:rsidRPr="00BA1669">
        <w:rPr>
          <w:rFonts w:ascii="Verdana" w:hAnsi="Verdana" w:cstheme="minorHAnsi"/>
        </w:rPr>
        <w:t>, nebo</w:t>
      </w:r>
    </w:p>
    <w:p w14:paraId="1AB1D586" w14:textId="77777777" w:rsidR="00F2215F" w:rsidRPr="00BA1669" w:rsidRDefault="00F2215F" w:rsidP="00F2215F">
      <w:pPr>
        <w:pStyle w:val="Odstavecseseznamem"/>
        <w:numPr>
          <w:ilvl w:val="0"/>
          <w:numId w:val="41"/>
        </w:numPr>
        <w:spacing w:after="200" w:line="276" w:lineRule="auto"/>
        <w:contextualSpacing w:val="0"/>
        <w:jc w:val="both"/>
        <w:rPr>
          <w:rFonts w:ascii="Verdana" w:hAnsi="Verdana" w:cstheme="minorHAnsi"/>
        </w:rPr>
      </w:pPr>
      <w:r w:rsidRPr="00BA1669">
        <w:rPr>
          <w:rFonts w:ascii="Verdana" w:hAnsi="Verdana" w:cstheme="minorHAnsi"/>
        </w:rPr>
        <w:t>v digitální podobě do datové schránky s identifikátorem Uccchjm, nebo</w:t>
      </w:r>
    </w:p>
    <w:p w14:paraId="33593991" w14:textId="77777777" w:rsidR="00F2215F" w:rsidRPr="00BA1669" w:rsidRDefault="00F2215F" w:rsidP="00F2215F">
      <w:pPr>
        <w:pStyle w:val="Odstavecseseznamem"/>
        <w:numPr>
          <w:ilvl w:val="0"/>
          <w:numId w:val="41"/>
        </w:numPr>
        <w:spacing w:after="200" w:line="276" w:lineRule="auto"/>
        <w:contextualSpacing w:val="0"/>
        <w:jc w:val="both"/>
        <w:rPr>
          <w:rFonts w:ascii="Verdana" w:hAnsi="Verdana" w:cstheme="minorHAnsi"/>
        </w:rPr>
      </w:pPr>
      <w:r w:rsidRPr="00BA1669">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F2215F">
      <w:pPr>
        <w:ind w:left="709"/>
        <w:jc w:val="both"/>
        <w:rPr>
          <w:rFonts w:ascii="Verdana" w:hAnsi="Verdana" w:cstheme="minorHAnsi"/>
        </w:rPr>
      </w:pPr>
      <w:r w:rsidRPr="00BA1669">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1771AE7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w:t>
      </w:r>
      <w:r w:rsidR="00737418" w:rsidRPr="00BA1669">
        <w:rPr>
          <w:rStyle w:val="Tun"/>
          <w:b w:val="0"/>
        </w:rPr>
        <w:t>10 a 11</w:t>
      </w:r>
      <w:r>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677C2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42AD03DE" w:rsidR="00DC66BA" w:rsidRPr="00F97DBD" w:rsidRDefault="00DC66BA" w:rsidP="00DC66BA">
            <w:pPr>
              <w:pStyle w:val="Textbezslovn"/>
              <w:jc w:val="left"/>
            </w:pPr>
            <w:r w:rsidRPr="00F97DBD">
              <w:t>Obchodní podmínky –</w:t>
            </w:r>
          </w:p>
        </w:tc>
      </w:tr>
      <w:tr w:rsidR="00DC66BA" w:rsidRPr="00F97DBD" w14:paraId="0409A229" w14:textId="77777777" w:rsidTr="00DC66BA">
        <w:trPr>
          <w:jc w:val="center"/>
        </w:trPr>
        <w:tc>
          <w:tcPr>
            <w:tcW w:w="2031" w:type="pct"/>
          </w:tcPr>
          <w:p w14:paraId="5BFF8A01" w14:textId="77777777" w:rsidR="00DC66BA" w:rsidRPr="00F97DBD" w:rsidRDefault="00677C2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49DF7E81" w:rsidR="00DC66BA" w:rsidRPr="00F97DBD" w:rsidRDefault="00DC66BA" w:rsidP="00DC66BA">
            <w:pPr>
              <w:pStyle w:val="Textbezslovn"/>
              <w:jc w:val="left"/>
            </w:pPr>
            <w:r w:rsidRPr="00F97DBD">
              <w:t xml:space="preserve">Technické podmínky:  </w:t>
            </w:r>
          </w:p>
          <w:p w14:paraId="3713B969" w14:textId="78584ABD" w:rsidR="00DC66BA" w:rsidRPr="00F97DBD" w:rsidRDefault="00AA761A" w:rsidP="00DC66BA">
            <w:pPr>
              <w:pStyle w:val="Textbezslovn"/>
              <w:jc w:val="left"/>
            </w:pPr>
            <w:r>
              <w:t>b</w:t>
            </w:r>
            <w:r w:rsidR="00DC66BA" w:rsidRPr="00F97DBD">
              <w:t xml:space="preserve">) Všeobecné technické podmínky realizace stavby </w:t>
            </w:r>
          </w:p>
          <w:p w14:paraId="0ABCB21C" w14:textId="32113F35"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677C2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677C2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677C2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677C2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677C2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677C2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E5D2C91" w14:textId="77777777" w:rsidR="009F79CE" w:rsidRPr="00AA761A" w:rsidRDefault="009F79CE" w:rsidP="009F79CE">
      <w:pPr>
        <w:pStyle w:val="Odstavec1-1a"/>
        <w:numPr>
          <w:ilvl w:val="0"/>
          <w:numId w:val="29"/>
        </w:numPr>
        <w:tabs>
          <w:tab w:val="clear" w:pos="1077"/>
        </w:tabs>
        <w:ind w:left="426" w:hanging="426"/>
      </w:pPr>
      <w:r w:rsidRPr="00AA761A">
        <w:t xml:space="preserve">Všeobecné technické podmínky </w:t>
      </w:r>
    </w:p>
    <w:p w14:paraId="47838CFE" w14:textId="77777777" w:rsidR="009F79CE" w:rsidRPr="00AA761A" w:rsidRDefault="009F79CE" w:rsidP="009F79CE">
      <w:pPr>
        <w:pStyle w:val="Textbezodsazen"/>
        <w:ind w:left="426"/>
        <w:jc w:val="left"/>
        <w:rPr>
          <w:bCs/>
        </w:rPr>
      </w:pPr>
      <w:r w:rsidRPr="00AA761A">
        <w:t>Všeobecné technické podmínky</w:t>
      </w:r>
      <w:r w:rsidRPr="00AA761A">
        <w:rPr>
          <w:bCs/>
        </w:rPr>
        <w:t xml:space="preserve"> nejsou pevně připojeny ke Smlouvě, zhotovitel obdržel </w:t>
      </w:r>
      <w:r w:rsidRPr="00AA761A">
        <w:t>Všeobecné technické podmínky</w:t>
      </w:r>
      <w:r w:rsidRPr="00AA761A">
        <w:rPr>
          <w:bCs/>
        </w:rPr>
        <w:t xml:space="preserve"> společně se zadávací dokumentací prostřednictvím profilu zadavatele </w:t>
      </w:r>
      <w:hyperlink r:id="rId23" w:history="1">
        <w:r w:rsidRPr="00AA761A">
          <w:rPr>
            <w:rStyle w:val="Hypertextovodkaz"/>
            <w:bCs/>
            <w:noProof w:val="0"/>
          </w:rPr>
          <w:t>https://zakazky.spravazeleznic.cz/</w:t>
        </w:r>
      </w:hyperlink>
      <w:r w:rsidRPr="00AA761A">
        <w:rPr>
          <w:bCs/>
        </w:rPr>
        <w:t>.</w:t>
      </w:r>
    </w:p>
    <w:p w14:paraId="1CC4CFB5" w14:textId="77777777" w:rsidR="009F79CE" w:rsidRPr="00AA761A" w:rsidRDefault="009F79CE" w:rsidP="009F79CE">
      <w:pPr>
        <w:pStyle w:val="Textbezodsazen"/>
        <w:ind w:left="426"/>
      </w:pPr>
      <w:r w:rsidRPr="00AA761A">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AA761A" w:rsidRDefault="009F79CE" w:rsidP="009F79CE">
      <w:pPr>
        <w:pStyle w:val="Odstavec1-1a"/>
        <w:numPr>
          <w:ilvl w:val="0"/>
          <w:numId w:val="29"/>
        </w:numPr>
        <w:tabs>
          <w:tab w:val="clear" w:pos="1077"/>
        </w:tabs>
        <w:ind w:left="426" w:hanging="426"/>
        <w:contextualSpacing w:val="0"/>
      </w:pPr>
      <w:r w:rsidRPr="00AA761A">
        <w:t>Zvláštní technické podmínky</w:t>
      </w:r>
    </w:p>
    <w:p w14:paraId="366F74A6" w14:textId="77777777" w:rsidR="009F79CE" w:rsidRPr="00AA761A" w:rsidRDefault="009F79CE" w:rsidP="009F79CE">
      <w:pPr>
        <w:pStyle w:val="Odstavec1-1a"/>
        <w:numPr>
          <w:ilvl w:val="0"/>
          <w:numId w:val="0"/>
        </w:numPr>
        <w:ind w:left="426"/>
        <w:contextualSpacing w:val="0"/>
        <w:jc w:val="left"/>
        <w:rPr>
          <w:bCs/>
        </w:rPr>
      </w:pPr>
      <w:r w:rsidRPr="00AA761A">
        <w:t>Zvláštní technické podmínky nejsou</w:t>
      </w:r>
      <w:r w:rsidRPr="00AA761A">
        <w:rPr>
          <w:bCs/>
        </w:rPr>
        <w:t xml:space="preserve"> pevně připojeny ke Smlouvě, zhotovitel </w:t>
      </w:r>
      <w:r w:rsidRPr="00AA761A">
        <w:t xml:space="preserve">Zvláštní technické podmínky </w:t>
      </w:r>
      <w:r w:rsidRPr="00AA761A">
        <w:rPr>
          <w:bCs/>
        </w:rPr>
        <w:t xml:space="preserve">obdržel společně se zadávací dokumentací prostřednictvím profilu zadavatele </w:t>
      </w:r>
      <w:hyperlink r:id="rId24" w:history="1">
        <w:r w:rsidRPr="00AA761A">
          <w:rPr>
            <w:rStyle w:val="Hypertextovodkaz"/>
            <w:bCs/>
            <w:noProof w:val="0"/>
          </w:rPr>
          <w:t>https://zakazky.spravazeleznic.cz/</w:t>
        </w:r>
      </w:hyperlink>
      <w:r w:rsidRPr="00AA761A">
        <w:rPr>
          <w:bCs/>
        </w:rPr>
        <w:t>.</w:t>
      </w:r>
    </w:p>
    <w:p w14:paraId="6CDADC1E" w14:textId="77777777" w:rsidR="009F79CE" w:rsidRPr="00935FE2" w:rsidRDefault="009F79CE" w:rsidP="009F79CE">
      <w:pPr>
        <w:pStyle w:val="Odstavec1-1a"/>
        <w:numPr>
          <w:ilvl w:val="0"/>
          <w:numId w:val="0"/>
        </w:numPr>
        <w:ind w:left="426"/>
        <w:contextualSpacing w:val="0"/>
      </w:pPr>
      <w:r w:rsidRPr="00AA761A">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003A2D72" w:rsidR="00E463D2" w:rsidRPr="00F97DBD" w:rsidRDefault="009F79CE" w:rsidP="00E463D2">
      <w:pPr>
        <w:pStyle w:val="Nadpisbezsl1-2"/>
      </w:pPr>
      <w:r>
        <w:t xml:space="preserve"> NEOBSAZENO</w:t>
      </w:r>
    </w:p>
    <w:p w14:paraId="18A25AC2" w14:textId="77777777" w:rsidR="006C0BB6" w:rsidRDefault="006C0BB6" w:rsidP="00AA761A">
      <w:pPr>
        <w:pStyle w:val="Odrka1-2-"/>
        <w:numPr>
          <w:ilvl w:val="0"/>
          <w:numId w:val="0"/>
        </w:numPr>
        <w:ind w:left="1531"/>
        <w:rPr>
          <w:highlight w:val="green"/>
        </w:rPr>
      </w:pPr>
    </w:p>
    <w:p w14:paraId="31918583" w14:textId="64CC9CA5" w:rsidR="00AA761A" w:rsidRDefault="00AA761A" w:rsidP="00AA761A">
      <w:pPr>
        <w:pStyle w:val="Odrka1-2-"/>
        <w:numPr>
          <w:ilvl w:val="0"/>
          <w:numId w:val="0"/>
        </w:numPr>
        <w:ind w:left="1531"/>
        <w:rPr>
          <w:highlight w:val="green"/>
        </w:rPr>
        <w:sectPr w:rsidR="00AA761A"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0A18F9FF" w:rsidR="00ED29F1" w:rsidRDefault="00ED29F1" w:rsidP="00ED29F1">
      <w:pPr>
        <w:pStyle w:val="Textbezodsazen"/>
      </w:pPr>
    </w:p>
    <w:p w14:paraId="7B3B6A59" w14:textId="47AC0CD1" w:rsidR="00AA761A" w:rsidRDefault="00AA761A" w:rsidP="00ED29F1">
      <w:pPr>
        <w:pStyle w:val="Textbezodsazen"/>
      </w:pPr>
    </w:p>
    <w:p w14:paraId="2E7495C7" w14:textId="2A1DE21B" w:rsidR="00AA761A" w:rsidRDefault="00AA761A" w:rsidP="00ED29F1">
      <w:pPr>
        <w:pStyle w:val="Textbezodsazen"/>
      </w:pPr>
    </w:p>
    <w:p w14:paraId="5777DE28" w14:textId="2B664265" w:rsidR="00AA761A" w:rsidRDefault="00AA761A" w:rsidP="00ED29F1">
      <w:pPr>
        <w:pStyle w:val="Textbezodsazen"/>
      </w:pPr>
    </w:p>
    <w:p w14:paraId="0D0DF39D" w14:textId="77777777" w:rsidR="00AA761A" w:rsidRPr="00F95FBD" w:rsidRDefault="00AA761A"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5B7FF9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A761A">
              <w:rPr>
                <w:rFonts w:eastAsia="Times New Roman" w:cs="Calibri"/>
                <w:color w:val="000000"/>
                <w:sz w:val="18"/>
                <w:highlight w:val="green"/>
                <w:lang w:eastAsia="cs-CZ"/>
              </w:rPr>
              <w:t>4</w:t>
            </w:r>
            <w:r w:rsidR="002C7A28" w:rsidRPr="002C7A28">
              <w:rPr>
                <w:rFonts w:eastAsia="Times New Roman" w:cs="Calibri"/>
                <w:color w:val="000000"/>
                <w:sz w:val="18"/>
                <w:highlight w:val="green"/>
                <w:lang w:eastAsia="cs-CZ"/>
              </w:rPr>
              <w:t xml:space="preserve"> mil. Kč</w:t>
            </w:r>
            <w:r w:rsidR="002C7A28" w:rsidRPr="002C7A28">
              <w:rPr>
                <w:rFonts w:eastAsia="Times New Roman" w:cs="Calibri"/>
                <w:sz w:val="18"/>
                <w:lang w:eastAsia="cs-CZ"/>
              </w:rPr>
              <w:t xml:space="preserve"> na jednu pojistnou událost a </w:t>
            </w:r>
            <w:r w:rsidR="00AA761A">
              <w:rPr>
                <w:rFonts w:eastAsia="Times New Roman" w:cs="Calibri"/>
                <w:sz w:val="18"/>
                <w:lang w:eastAsia="cs-CZ"/>
              </w:rPr>
              <w:t>10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FAE5441" w14:textId="4C7BC9A6" w:rsidR="00FB5D1E" w:rsidRPr="00FB5D1E" w:rsidRDefault="00FB5D1E" w:rsidP="00FB5D1E">
      <w:pPr>
        <w:pStyle w:val="Nadpisbezsl1-2"/>
        <w:rPr>
          <w:b w:val="0"/>
        </w:rPr>
        <w:sectPr w:rsidR="00FB5D1E" w:rsidRPr="00FB5D1E" w:rsidSect="004E70C8">
          <w:footerReference w:type="default" r:id="rId35"/>
          <w:pgSz w:w="11906" w:h="16838" w:code="9"/>
          <w:pgMar w:top="1417" w:right="1417" w:bottom="1417" w:left="1417" w:header="595" w:footer="624" w:gutter="652"/>
          <w:pgNumType w:start="1"/>
          <w:cols w:space="708"/>
          <w:docGrid w:linePitch="360"/>
        </w:sect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7777777" w:rsidR="00FB5D1E" w:rsidRPr="0090176D"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70997AEC"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44015B9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CEB61C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6A7B793" w14:textId="77777777" w:rsidTr="00EB46E5">
      <w:tc>
        <w:tcPr>
          <w:tcW w:w="1361" w:type="dxa"/>
          <w:tcMar>
            <w:left w:w="0" w:type="dxa"/>
            <w:right w:w="0" w:type="dxa"/>
          </w:tcMar>
          <w:vAlign w:val="bottom"/>
        </w:tcPr>
        <w:p w14:paraId="64DBB5AA" w14:textId="7413182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D524A1" w14:textId="77777777" w:rsidR="00FB5D1E" w:rsidRDefault="00FB5D1E" w:rsidP="00B8518B">
          <w:pPr>
            <w:pStyle w:val="Zpat"/>
          </w:pPr>
        </w:p>
      </w:tc>
      <w:tc>
        <w:tcPr>
          <w:tcW w:w="425" w:type="dxa"/>
          <w:shd w:val="clear" w:color="auto" w:fill="auto"/>
          <w:tcMar>
            <w:left w:w="0" w:type="dxa"/>
            <w:right w:w="0" w:type="dxa"/>
          </w:tcMar>
        </w:tcPr>
        <w:p w14:paraId="1AEB2795" w14:textId="77777777" w:rsidR="00FB5D1E" w:rsidRDefault="00FB5D1E" w:rsidP="00B8518B">
          <w:pPr>
            <w:pStyle w:val="Zpat"/>
          </w:pPr>
        </w:p>
      </w:tc>
      <w:tc>
        <w:tcPr>
          <w:tcW w:w="8505" w:type="dxa"/>
        </w:tcPr>
        <w:p w14:paraId="4A5A329B" w14:textId="77777777" w:rsidR="00FB5D1E" w:rsidRPr="00143EC0" w:rsidRDefault="00FB5D1E" w:rsidP="00F422D3">
          <w:pPr>
            <w:pStyle w:val="Zpat0"/>
            <w:rPr>
              <w:b/>
            </w:rPr>
          </w:pPr>
          <w:r>
            <w:rPr>
              <w:b/>
            </w:rPr>
            <w:t>PŘÍLOHA č. 10</w:t>
          </w:r>
        </w:p>
        <w:p w14:paraId="015435FC" w14:textId="77777777" w:rsidR="00FB5D1E" w:rsidRDefault="00FB5D1E" w:rsidP="00F95FBD">
          <w:pPr>
            <w:pStyle w:val="Zpat0"/>
          </w:pPr>
          <w:r>
            <w:t>SMLOUVA O DÍLO - Zhotovení stavby</w:t>
          </w:r>
        </w:p>
      </w:tc>
    </w:tr>
  </w:tbl>
  <w:p w14:paraId="3B3A50A1" w14:textId="77777777" w:rsidR="00FB5D1E" w:rsidRPr="00B8518B" w:rsidRDefault="00FB5D1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09A0227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AA85CE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863DD0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18AA675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485D919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673368D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C29AE2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63F3597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C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92C62"/>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87623"/>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B69"/>
    <w:rsid w:val="005B2E3A"/>
    <w:rsid w:val="005D3C39"/>
    <w:rsid w:val="00601A8C"/>
    <w:rsid w:val="0061068E"/>
    <w:rsid w:val="006115D3"/>
    <w:rsid w:val="0065610E"/>
    <w:rsid w:val="00660AD3"/>
    <w:rsid w:val="006776B6"/>
    <w:rsid w:val="00677C2B"/>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C6F"/>
    <w:rsid w:val="00807DD0"/>
    <w:rsid w:val="008105B1"/>
    <w:rsid w:val="00821D01"/>
    <w:rsid w:val="00821FF4"/>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61A"/>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A1669"/>
    <w:rsid w:val="00BC06C4"/>
    <w:rsid w:val="00BD7E91"/>
    <w:rsid w:val="00BD7F0D"/>
    <w:rsid w:val="00C02D0A"/>
    <w:rsid w:val="00C03A6E"/>
    <w:rsid w:val="00C1242D"/>
    <w:rsid w:val="00C226C0"/>
    <w:rsid w:val="00C26A57"/>
    <w:rsid w:val="00C37459"/>
    <w:rsid w:val="00C42FE6"/>
    <w:rsid w:val="00C44F6A"/>
    <w:rsid w:val="00C45470"/>
    <w:rsid w:val="00C55CEB"/>
    <w:rsid w:val="00C56944"/>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B68C7"/>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8057E0-E37E-497C-90D5-CCEE2ED7588C}">
  <ds:schemaRefs>
    <ds:schemaRef ds:uri="http://schemas.openxmlformats.org/officeDocument/2006/bibliography"/>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574</TotalTime>
  <Pages>24</Pages>
  <Words>6240</Words>
  <Characters>36819</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Járová Kateřina, DiS.</cp:lastModifiedBy>
  <cp:revision>63</cp:revision>
  <cp:lastPrinted>2019-09-27T11:09:00Z</cp:lastPrinted>
  <dcterms:created xsi:type="dcterms:W3CDTF">2019-03-19T08:45:00Z</dcterms:created>
  <dcterms:modified xsi:type="dcterms:W3CDTF">2022-02-22T10:38:00Z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